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6CE16C89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proofErr w:type="spellStart"/>
      <w:r w:rsidR="005F018E" w:rsidRPr="00A11561">
        <w:rPr>
          <w:lang w:val="nl-BE"/>
        </w:rPr>
        <w:t>avec</w:t>
      </w:r>
      <w:proofErr w:type="spellEnd"/>
      <w:r w:rsidR="005F018E" w:rsidRPr="00A11561">
        <w:rPr>
          <w:lang w:val="nl-BE"/>
        </w:rPr>
        <w:t xml:space="preserve"> </w:t>
      </w:r>
      <w:proofErr w:type="spellStart"/>
      <w:r w:rsidR="005F018E" w:rsidRPr="00A11561">
        <w:rPr>
          <w:lang w:val="nl-BE"/>
        </w:rPr>
        <w:t>trou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</w:t>
      </w:r>
      <w:r w:rsidR="00CC4092">
        <w:rPr>
          <w:lang w:val="nl-BE"/>
        </w:rPr>
        <w:t xml:space="preserve">sans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>-plein</w:t>
      </w:r>
      <w:r w:rsidR="00A11561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2B3DFC45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</w:t>
      </w:r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500EC6" w:rsidRDefault="009A54BB" w:rsidP="009A54BB">
      <w:pPr>
        <w:rPr>
          <w:lang w:val="en-US"/>
        </w:rPr>
      </w:pPr>
    </w:p>
    <w:p w14:paraId="32DCE769" w14:textId="77777777" w:rsidR="009A54BB" w:rsidRPr="00500EC6" w:rsidRDefault="009A54BB" w:rsidP="009A54BB">
      <w:pPr>
        <w:rPr>
          <w:lang w:val="en-US"/>
        </w:rPr>
      </w:pPr>
    </w:p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0403B365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05D261" w14:textId="77777777" w:rsidR="00CC4092" w:rsidRPr="00586F2A" w:rsidRDefault="00CC4092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79650003" w:rsidR="008A5169" w:rsidRDefault="00F65D8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2BE7338" wp14:editId="5C36EA86">
            <wp:extent cx="5977255" cy="31877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666F9E14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196788" w:rsidRPr="00196788">
      <w:rPr>
        <w:rFonts w:ascii="Arial" w:hAnsi="Arial" w:cs="Arial"/>
        <w:b/>
        <w:szCs w:val="24"/>
        <w:lang w:val="en-US"/>
      </w:rPr>
      <w:t xml:space="preserve">à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196788">
      <w:rPr>
        <w:rFonts w:ascii="Arial" w:hAnsi="Arial" w:cs="Arial"/>
        <w:b/>
        <w:szCs w:val="24"/>
        <w:lang w:val="en-US"/>
      </w:rPr>
      <w:t xml:space="preserve">avec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500EC6">
      <w:rPr>
        <w:rFonts w:ascii="Arial" w:hAnsi="Arial" w:cs="Arial"/>
        <w:b/>
        <w:szCs w:val="24"/>
        <w:lang w:val="en-US"/>
      </w:rPr>
      <w:t xml:space="preserve"> sans </w:t>
    </w:r>
    <w:r w:rsidR="002C2CD8">
      <w:rPr>
        <w:rFonts w:ascii="Arial" w:hAnsi="Arial" w:cs="Arial"/>
        <w:b/>
        <w:szCs w:val="24"/>
        <w:lang w:val="en-US"/>
      </w:rPr>
      <w:t>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EC6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092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5D8F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881E2-CF4D-4784-B71B-BC6CCB119E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DF8665-7441-4A22-A770-4190BEC3DD9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2023-12-22T12:28:00Z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